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FC5C24" w:rsidP="001741B6">
      <w:pPr>
        <w:pStyle w:val="Title"/>
        <w:rPr>
          <w:rStyle w:val="LabTitleInstVersred"/>
          <w:b/>
          <w:color w:val="auto"/>
        </w:rPr>
      </w:pPr>
      <w:sdt>
        <w:sdtPr>
          <w:rPr>
            <w:b w:val="0"/>
            <w:color w:val="EE0000"/>
          </w:rPr>
          <w:alias w:val="Title"/>
          <w:tag w:val=""/>
          <w:id w:val="-487021785"/>
          <w:placeholder>
            <w:docPart w:val="9EF144F220F04467A57F845F947B354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741B6">
            <w:t>Packet Tracer - Connect the Physical Layer</w:t>
          </w:r>
        </w:sdtContent>
      </w:sdt>
      <w:r w:rsidR="004D36D7" w:rsidRPr="00FD4A68">
        <w:t xml:space="preserve"> </w:t>
      </w:r>
    </w:p>
    <w:p w:rsidR="001741B6" w:rsidRPr="00BB73FF" w:rsidRDefault="001741B6" w:rsidP="001741B6">
      <w:pPr>
        <w:pStyle w:val="Heading1"/>
        <w:numPr>
          <w:ilvl w:val="0"/>
          <w:numId w:val="3"/>
        </w:numPr>
      </w:pPr>
      <w:bookmarkStart w:id="0" w:name="_Ref348884471"/>
      <w:r w:rsidRPr="00BB73FF">
        <w:t>Objective</w:t>
      </w:r>
      <w:r>
        <w:t>s</w:t>
      </w:r>
    </w:p>
    <w:p w:rsidR="001741B6" w:rsidRPr="004C0909" w:rsidRDefault="001741B6" w:rsidP="001741B6">
      <w:pPr>
        <w:pStyle w:val="BodyTextL25Bold"/>
      </w:pPr>
      <w:r>
        <w:t xml:space="preserve">Part 1: </w:t>
      </w:r>
      <w:r w:rsidRPr="004E5791">
        <w:t>Identify Physical Characteristics of Internetworking Devices</w:t>
      </w:r>
    </w:p>
    <w:p w:rsidR="001741B6" w:rsidRPr="004C0909" w:rsidRDefault="001741B6" w:rsidP="001741B6">
      <w:pPr>
        <w:pStyle w:val="BodyTextL25Bold"/>
      </w:pPr>
      <w:r>
        <w:t xml:space="preserve">Part 2: </w:t>
      </w:r>
      <w:r w:rsidRPr="004E5791">
        <w:t>Select Correct Modules for Connectivity</w:t>
      </w:r>
    </w:p>
    <w:p w:rsidR="001741B6" w:rsidRDefault="001741B6" w:rsidP="001741B6">
      <w:pPr>
        <w:pStyle w:val="BodyTextL25Bold"/>
      </w:pPr>
      <w:r>
        <w:t>Part 3: Connect Devices</w:t>
      </w:r>
    </w:p>
    <w:p w:rsidR="001741B6" w:rsidRDefault="001741B6" w:rsidP="001741B6">
      <w:pPr>
        <w:pStyle w:val="BodyTextL25Bold"/>
      </w:pPr>
      <w:r>
        <w:t>Part 4: Check Connectivity</w:t>
      </w:r>
    </w:p>
    <w:p w:rsidR="001741B6" w:rsidRPr="00C07FD9" w:rsidRDefault="001741B6" w:rsidP="001741B6">
      <w:pPr>
        <w:pStyle w:val="Heading1"/>
        <w:numPr>
          <w:ilvl w:val="0"/>
          <w:numId w:val="3"/>
        </w:numPr>
      </w:pPr>
      <w:r>
        <w:t>Background</w:t>
      </w:r>
    </w:p>
    <w:p w:rsidR="001741B6" w:rsidRDefault="001741B6" w:rsidP="001741B6">
      <w:pPr>
        <w:pStyle w:val="BodyTextL25"/>
        <w:rPr>
          <w:lang w:val="en-CA"/>
        </w:rPr>
      </w:pPr>
      <w:r>
        <w:rPr>
          <w:lang w:val="en-CA"/>
        </w:rPr>
        <w:t>In this activity, you will explore the different options available on internetworking devices</w:t>
      </w:r>
      <w:r w:rsidRPr="0064227B">
        <w:rPr>
          <w:lang w:val="en-CA"/>
        </w:rPr>
        <w:t xml:space="preserve">. </w:t>
      </w:r>
      <w:r>
        <w:rPr>
          <w:lang w:val="en-CA"/>
        </w:rPr>
        <w:t>You will also be required to d</w:t>
      </w:r>
      <w:r w:rsidRPr="0064227B">
        <w:rPr>
          <w:lang w:val="en-CA"/>
        </w:rPr>
        <w:t xml:space="preserve">etermine </w:t>
      </w:r>
      <w:r>
        <w:rPr>
          <w:lang w:val="en-CA"/>
        </w:rPr>
        <w:t>which options provide the necessary</w:t>
      </w:r>
      <w:r w:rsidRPr="0064227B">
        <w:rPr>
          <w:lang w:val="en-CA"/>
        </w:rPr>
        <w:t xml:space="preserve"> connectivity</w:t>
      </w:r>
      <w:r>
        <w:rPr>
          <w:lang w:val="en-CA"/>
        </w:rPr>
        <w:t xml:space="preserve"> when connecting multiple devices</w:t>
      </w:r>
      <w:r w:rsidRPr="0064227B">
        <w:rPr>
          <w:lang w:val="en-CA"/>
        </w:rPr>
        <w:t xml:space="preserve">. </w:t>
      </w:r>
      <w:r>
        <w:rPr>
          <w:lang w:val="en-CA"/>
        </w:rPr>
        <w:t>Finally, you will a</w:t>
      </w:r>
      <w:r w:rsidRPr="0064227B">
        <w:rPr>
          <w:lang w:val="en-CA"/>
        </w:rPr>
        <w:t>dd the correct modules and connect the devices.</w:t>
      </w:r>
    </w:p>
    <w:p w:rsidR="001741B6" w:rsidRPr="00210E2C" w:rsidRDefault="001741B6" w:rsidP="001741B6">
      <w:pPr>
        <w:pStyle w:val="BodyTextL25"/>
      </w:pPr>
      <w:r>
        <w:rPr>
          <w:b/>
          <w:lang w:val="en-CA"/>
        </w:rPr>
        <w:t>Note</w:t>
      </w:r>
      <w:r w:rsidRPr="005C64A7">
        <w:rPr>
          <w:lang w:val="en-CA"/>
        </w:rPr>
        <w:t xml:space="preserve">: </w:t>
      </w:r>
      <w:r>
        <w:rPr>
          <w:lang w:val="en-CA"/>
        </w:rPr>
        <w:t xml:space="preserve">Scoring for this activity is a combination of Packet Tracer-automated scoring and your recorded answers to the questions posed in the instructions. See the </w:t>
      </w:r>
      <w:r>
        <w:rPr>
          <w:b/>
          <w:lang w:val="en-CA"/>
        </w:rPr>
        <w:fldChar w:fldCharType="begin"/>
      </w:r>
      <w:r>
        <w:rPr>
          <w:lang w:val="en-CA"/>
        </w:rPr>
        <w:instrText xml:space="preserve"> REF _Ref348884471 \h </w:instrText>
      </w:r>
      <w:r>
        <w:rPr>
          <w:b/>
          <w:lang w:val="en-CA"/>
        </w:rPr>
      </w:r>
      <w:r>
        <w:rPr>
          <w:b/>
          <w:lang w:val="en-CA"/>
        </w:rPr>
        <w:fldChar w:fldCharType="separate"/>
      </w:r>
      <w:r>
        <w:rPr>
          <w:noProof/>
        </w:rPr>
        <w:t>Suggested Scoring Rubric</w:t>
      </w:r>
      <w:r>
        <w:rPr>
          <w:b/>
          <w:lang w:val="en-CA"/>
        </w:rPr>
        <w:fldChar w:fldCharType="end"/>
      </w:r>
      <w:r>
        <w:rPr>
          <w:b/>
          <w:lang w:val="en-CA"/>
        </w:rPr>
        <w:t xml:space="preserve"> </w:t>
      </w:r>
      <w:r>
        <w:rPr>
          <w:lang w:val="en-CA"/>
        </w:rPr>
        <w:t>at the end of this activity and consult with your instructor to determine your final score.</w:t>
      </w:r>
    </w:p>
    <w:p w:rsidR="001741B6" w:rsidRPr="004C0909" w:rsidRDefault="001741B6" w:rsidP="001741B6">
      <w:pPr>
        <w:pStyle w:val="Heading2"/>
      </w:pPr>
      <w:r>
        <w:t>Identify Physical Characteristics of Internetworking Devices</w:t>
      </w:r>
    </w:p>
    <w:p w:rsidR="001741B6" w:rsidRDefault="001741B6" w:rsidP="001741B6">
      <w:pPr>
        <w:pStyle w:val="Heading3"/>
      </w:pPr>
      <w:r>
        <w:t>Identify the management ports of a Cisco router.</w:t>
      </w:r>
    </w:p>
    <w:p w:rsidR="001741B6" w:rsidRDefault="001741B6" w:rsidP="001741B6">
      <w:pPr>
        <w:pStyle w:val="SubStepAlpha"/>
      </w:pPr>
      <w:r>
        <w:t xml:space="preserve">Click the </w:t>
      </w:r>
      <w:r w:rsidRPr="00E23BDB">
        <w:rPr>
          <w:b/>
        </w:rPr>
        <w:t>East</w:t>
      </w:r>
      <w:r>
        <w:t xml:space="preserve"> router. The </w:t>
      </w:r>
      <w:r>
        <w:rPr>
          <w:b/>
        </w:rPr>
        <w:t xml:space="preserve">Physical </w:t>
      </w:r>
      <w:r>
        <w:t xml:space="preserve">tab should be active. </w:t>
      </w:r>
    </w:p>
    <w:p w:rsidR="001741B6" w:rsidRDefault="001741B6" w:rsidP="001741B6">
      <w:pPr>
        <w:pStyle w:val="SubStepAlpha"/>
      </w:pPr>
      <w:r>
        <w:t>Zoom in and expand the window to see the entire router.</w:t>
      </w:r>
    </w:p>
    <w:p w:rsidR="004C59D0" w:rsidRDefault="004C59D0" w:rsidP="004C59D0">
      <w:pPr>
        <w:pStyle w:val="Heading4"/>
      </w:pPr>
      <w:r>
        <w:t>Question:</w:t>
      </w:r>
    </w:p>
    <w:p w:rsidR="004C59D0" w:rsidRDefault="001741B6" w:rsidP="004C59D0">
      <w:pPr>
        <w:pStyle w:val="BodyTextL50"/>
        <w:spacing w:before="0"/>
      </w:pPr>
      <w:r>
        <w:t>Which management ports are available?</w:t>
      </w:r>
    </w:p>
    <w:p w:rsidR="00931B5B" w:rsidRDefault="00931B5B" w:rsidP="00931B5B">
      <w:pPr>
        <w:pStyle w:val="AnswerLineL25"/>
      </w:pPr>
      <w:r>
        <w:t>Type your answers here.</w:t>
      </w:r>
    </w:p>
    <w:p w:rsidR="001741B6" w:rsidRDefault="001741B6" w:rsidP="001741B6">
      <w:pPr>
        <w:pStyle w:val="Heading3"/>
      </w:pPr>
      <w:r>
        <w:t>Identify the LAN and WAN interfaces of a Cisco router</w:t>
      </w:r>
      <w:r w:rsidR="004C59D0">
        <w:t>.</w:t>
      </w:r>
    </w:p>
    <w:p w:rsidR="004C59D0" w:rsidRPr="004C59D0" w:rsidRDefault="004C59D0" w:rsidP="004C59D0">
      <w:pPr>
        <w:pStyle w:val="Heading4"/>
      </w:pPr>
      <w:r>
        <w:t>Question:</w:t>
      </w:r>
    </w:p>
    <w:p w:rsidR="004C59D0" w:rsidRDefault="001741B6" w:rsidP="007756D2">
      <w:pPr>
        <w:pStyle w:val="SubStepAlpha"/>
        <w:spacing w:before="0"/>
      </w:pPr>
      <w:r>
        <w:t xml:space="preserve">Which LAN and WAN interfaces are available on the </w:t>
      </w:r>
      <w:r w:rsidRPr="0094655E">
        <w:rPr>
          <w:b/>
        </w:rPr>
        <w:t>East</w:t>
      </w:r>
      <w:r>
        <w:t xml:space="preserve"> router and how many are there?</w:t>
      </w:r>
    </w:p>
    <w:p w:rsidR="00931B5B" w:rsidRPr="00931B5B" w:rsidRDefault="00931B5B" w:rsidP="00931B5B">
      <w:pPr>
        <w:pStyle w:val="AnswerLineL25"/>
      </w:pPr>
      <w:r w:rsidRPr="00931B5B">
        <w:t>Type your answers here.</w:t>
      </w:r>
    </w:p>
    <w:p w:rsidR="001741B6" w:rsidRDefault="001741B6" w:rsidP="004C59D0">
      <w:pPr>
        <w:pStyle w:val="SubStepAlpha"/>
      </w:pPr>
      <w:r>
        <w:t xml:space="preserve">Click the </w:t>
      </w:r>
      <w:r w:rsidRPr="00E23BDB">
        <w:rPr>
          <w:b/>
        </w:rPr>
        <w:t>CLI</w:t>
      </w:r>
      <w:r>
        <w:t xml:space="preserve"> tab, press the </w:t>
      </w:r>
      <w:r w:rsidRPr="00996193">
        <w:rPr>
          <w:b/>
        </w:rPr>
        <w:t>Enter</w:t>
      </w:r>
      <w:r>
        <w:t xml:space="preserve"> key to access the user mode prompt, and enter the following commands:</w:t>
      </w:r>
    </w:p>
    <w:p w:rsidR="0030079C" w:rsidRDefault="0030079C" w:rsidP="0030079C">
      <w:pPr>
        <w:pStyle w:val="ConfigWindow"/>
      </w:pPr>
      <w:r>
        <w:t>Open a configuration window</w:t>
      </w:r>
    </w:p>
    <w:p w:rsidR="001741B6" w:rsidRDefault="001741B6" w:rsidP="001741B6">
      <w:pPr>
        <w:pStyle w:val="CMD"/>
      </w:pPr>
      <w:r>
        <w:t xml:space="preserve">East&gt; </w:t>
      </w:r>
      <w:r w:rsidRPr="00E23BDB">
        <w:rPr>
          <w:b/>
        </w:rPr>
        <w:t xml:space="preserve">show </w:t>
      </w:r>
      <w:proofErr w:type="spellStart"/>
      <w:r w:rsidRPr="00E23BDB">
        <w:rPr>
          <w:b/>
        </w:rPr>
        <w:t>ip</w:t>
      </w:r>
      <w:proofErr w:type="spellEnd"/>
      <w:r w:rsidRPr="00E23BDB">
        <w:rPr>
          <w:b/>
        </w:rPr>
        <w:t xml:space="preserve"> interface brief</w:t>
      </w:r>
    </w:p>
    <w:p w:rsidR="004C59D0" w:rsidRDefault="001741B6" w:rsidP="004C59D0">
      <w:pPr>
        <w:pStyle w:val="BodyTextL50"/>
      </w:pPr>
      <w:r>
        <w:t>The output verifies the correct number of interfaces and their designation.</w:t>
      </w:r>
      <w:r w:rsidR="004C59D0">
        <w:t xml:space="preserve"> </w:t>
      </w:r>
      <w:r>
        <w:t>The vlan1 interface is a virtual interface that only exists in software.</w:t>
      </w:r>
    </w:p>
    <w:p w:rsidR="004C59D0" w:rsidRDefault="004C59D0" w:rsidP="004C59D0">
      <w:pPr>
        <w:pStyle w:val="Heading4"/>
      </w:pPr>
      <w:r>
        <w:t>Question:</w:t>
      </w:r>
    </w:p>
    <w:p w:rsidR="004C59D0" w:rsidRDefault="001741B6" w:rsidP="004C59D0">
      <w:pPr>
        <w:pStyle w:val="BodyTextL50"/>
        <w:spacing w:before="0"/>
      </w:pPr>
      <w:r>
        <w:t>How many physical interfaces are listed?</w:t>
      </w:r>
    </w:p>
    <w:p w:rsidR="00931B5B" w:rsidRDefault="00931B5B" w:rsidP="00931B5B">
      <w:pPr>
        <w:pStyle w:val="AnswerLineL25"/>
      </w:pPr>
      <w:r w:rsidRPr="00931B5B">
        <w:t>Type your answers here.</w:t>
      </w:r>
    </w:p>
    <w:p w:rsidR="004C59D0" w:rsidRDefault="001741B6" w:rsidP="004C59D0">
      <w:pPr>
        <w:pStyle w:val="SubStepAlpha"/>
      </w:pPr>
      <w:r>
        <w:t>Enter the following commands</w:t>
      </w:r>
      <w:r w:rsidR="004C59D0">
        <w:t>:</w:t>
      </w:r>
    </w:p>
    <w:p w:rsidR="001741B6" w:rsidRDefault="001741B6" w:rsidP="001741B6">
      <w:pPr>
        <w:pStyle w:val="CMD"/>
      </w:pPr>
      <w:r>
        <w:t xml:space="preserve">East&gt; </w:t>
      </w:r>
      <w:r w:rsidRPr="00E23BDB">
        <w:rPr>
          <w:b/>
        </w:rPr>
        <w:t xml:space="preserve">show interface </w:t>
      </w:r>
      <w:proofErr w:type="spellStart"/>
      <w:r w:rsidRPr="00E23BDB">
        <w:rPr>
          <w:b/>
        </w:rPr>
        <w:t>gigabitethernet</w:t>
      </w:r>
      <w:proofErr w:type="spellEnd"/>
      <w:r w:rsidRPr="00E23BDB">
        <w:rPr>
          <w:b/>
        </w:rPr>
        <w:t xml:space="preserve"> 0/0</w:t>
      </w:r>
    </w:p>
    <w:p w:rsidR="004C59D0" w:rsidRDefault="004C59D0" w:rsidP="004C59D0">
      <w:pPr>
        <w:pStyle w:val="Heading4"/>
      </w:pPr>
      <w:r>
        <w:t>Question:</w:t>
      </w:r>
    </w:p>
    <w:p w:rsidR="004C59D0" w:rsidRDefault="001741B6" w:rsidP="004C59D0">
      <w:pPr>
        <w:pStyle w:val="BodyTextL50"/>
        <w:spacing w:before="0"/>
      </w:pPr>
      <w:r>
        <w:t>What is the default bandwidth of this interface?</w:t>
      </w:r>
    </w:p>
    <w:p w:rsidR="00931B5B" w:rsidRDefault="00931B5B" w:rsidP="00931B5B">
      <w:pPr>
        <w:pStyle w:val="AnswerLineL25"/>
      </w:pPr>
      <w:r w:rsidRPr="00931B5B">
        <w:t>Type your answers here.</w:t>
      </w:r>
    </w:p>
    <w:p w:rsidR="001741B6" w:rsidRDefault="001741B6" w:rsidP="001741B6">
      <w:pPr>
        <w:pStyle w:val="CMD"/>
      </w:pPr>
      <w:r>
        <w:t xml:space="preserve">East&gt; </w:t>
      </w:r>
      <w:r w:rsidRPr="00E23BDB">
        <w:rPr>
          <w:b/>
        </w:rPr>
        <w:t>show interface serial 0/0/0</w:t>
      </w:r>
    </w:p>
    <w:p w:rsidR="00046C78" w:rsidRDefault="00046C78" w:rsidP="00046C78">
      <w:pPr>
        <w:pStyle w:val="Heading4"/>
      </w:pPr>
      <w:r>
        <w:lastRenderedPageBreak/>
        <w:t>Question:</w:t>
      </w:r>
    </w:p>
    <w:p w:rsidR="00046C78" w:rsidRDefault="001741B6" w:rsidP="00046C78">
      <w:pPr>
        <w:pStyle w:val="BodyTextL50"/>
        <w:spacing w:before="0"/>
      </w:pPr>
      <w:r>
        <w:t>What is the default bandwidth of this interface?</w:t>
      </w:r>
    </w:p>
    <w:p w:rsidR="00931B5B" w:rsidRDefault="00931B5B" w:rsidP="00931B5B">
      <w:pPr>
        <w:pStyle w:val="AnswerLineL25"/>
      </w:pPr>
      <w:r w:rsidRPr="00931B5B">
        <w:t>Type your answers here.</w:t>
      </w:r>
    </w:p>
    <w:p w:rsidR="001741B6" w:rsidRPr="00E23BDB" w:rsidRDefault="001741B6" w:rsidP="001741B6">
      <w:pPr>
        <w:pStyle w:val="BodyTextL50"/>
      </w:pPr>
      <w:r>
        <w:rPr>
          <w:b/>
        </w:rPr>
        <w:t>Note:</w:t>
      </w:r>
      <w:r>
        <w:t xml:space="preserve"> Bandwidth on serial interfaces is used by routing processes to determine the best path to a destination. It does not indicate the actual bandwidth of the interface. Actual bandwidth is negotiated with a service provider.</w:t>
      </w:r>
    </w:p>
    <w:p w:rsidR="001741B6" w:rsidRDefault="001741B6" w:rsidP="00046C78">
      <w:pPr>
        <w:pStyle w:val="Heading3"/>
      </w:pPr>
      <w:r>
        <w:t>Identify module expansion slots.</w:t>
      </w:r>
    </w:p>
    <w:p w:rsidR="00046C78" w:rsidRPr="00046C78" w:rsidRDefault="00046C78" w:rsidP="00CE7392">
      <w:pPr>
        <w:pStyle w:val="Heading4"/>
        <w:ind w:left="360"/>
      </w:pPr>
      <w:r>
        <w:t>Questions:</w:t>
      </w:r>
    </w:p>
    <w:p w:rsidR="00046C78" w:rsidRDefault="001741B6" w:rsidP="00046C78">
      <w:pPr>
        <w:pStyle w:val="BodyTextL25"/>
        <w:spacing w:before="0"/>
      </w:pPr>
      <w:r>
        <w:t xml:space="preserve">How many expansion slots are available to add additional modules to the </w:t>
      </w:r>
      <w:r w:rsidRPr="00E23BDB">
        <w:rPr>
          <w:b/>
        </w:rPr>
        <w:t>East</w:t>
      </w:r>
      <w:r w:rsidR="00046C78">
        <w:t xml:space="preserve"> router?</w:t>
      </w:r>
    </w:p>
    <w:p w:rsidR="00931B5B" w:rsidRDefault="00931B5B" w:rsidP="00931B5B">
      <w:pPr>
        <w:pStyle w:val="AnswerLineL25"/>
      </w:pPr>
      <w:r w:rsidRPr="00931B5B">
        <w:t>Type your answers here.</w:t>
      </w:r>
    </w:p>
    <w:p w:rsidR="00046C78" w:rsidRDefault="001741B6" w:rsidP="00046C78">
      <w:pPr>
        <w:pStyle w:val="BodyTextL25"/>
      </w:pPr>
      <w:r>
        <w:t xml:space="preserve">Click </w:t>
      </w:r>
      <w:r>
        <w:rPr>
          <w:b/>
        </w:rPr>
        <w:t>Switch2</w:t>
      </w:r>
      <w:r w:rsidRPr="00046C78">
        <w:t>.</w:t>
      </w:r>
      <w:r>
        <w:rPr>
          <w:b/>
        </w:rPr>
        <w:t xml:space="preserve"> </w:t>
      </w:r>
      <w:r>
        <w:t>How many expansion slots are available?</w:t>
      </w:r>
    </w:p>
    <w:p w:rsidR="00931B5B" w:rsidRDefault="00931B5B" w:rsidP="00931B5B">
      <w:pPr>
        <w:pStyle w:val="AnswerLineL25"/>
      </w:pPr>
      <w:r w:rsidRPr="00931B5B">
        <w:t>Type your answers here.</w:t>
      </w:r>
    </w:p>
    <w:p w:rsidR="001741B6" w:rsidRDefault="001741B6" w:rsidP="00046C78">
      <w:pPr>
        <w:pStyle w:val="Heading2"/>
      </w:pPr>
      <w:r>
        <w:t>Select Correct Modules for Connectivity</w:t>
      </w:r>
    </w:p>
    <w:p w:rsidR="001741B6" w:rsidRDefault="001741B6" w:rsidP="00046C78">
      <w:pPr>
        <w:pStyle w:val="Heading3"/>
      </w:pPr>
      <w:r>
        <w:t>Determine which modules provide the required connectivity.</w:t>
      </w:r>
    </w:p>
    <w:p w:rsidR="001741B6" w:rsidRDefault="001741B6" w:rsidP="00CE7392">
      <w:pPr>
        <w:pStyle w:val="SubStepAlpha"/>
      </w:pPr>
      <w:r>
        <w:t>C</w:t>
      </w:r>
      <w:r w:rsidRPr="00CE7392">
        <w:t>lic</w:t>
      </w:r>
      <w:r>
        <w:t xml:space="preserve">k </w:t>
      </w:r>
      <w:r>
        <w:rPr>
          <w:b/>
        </w:rPr>
        <w:t xml:space="preserve">East </w:t>
      </w:r>
      <w:r>
        <w:t xml:space="preserve">and then click the </w:t>
      </w:r>
      <w:r w:rsidRPr="00DD44A6">
        <w:rPr>
          <w:b/>
        </w:rPr>
        <w:t>Physical</w:t>
      </w:r>
      <w:r>
        <w:t xml:space="preserve"> tab. On the left, beneath the </w:t>
      </w:r>
      <w:r w:rsidRPr="00DD44A6">
        <w:rPr>
          <w:b/>
        </w:rPr>
        <w:t>Modules</w:t>
      </w:r>
      <w:r>
        <w:t xml:space="preserve"> label, you see the available options to expand the capabilities of the router. Click each module. A picture and a description display at the bottom. Familiari</w:t>
      </w:r>
      <w:r w:rsidR="00CE7392">
        <w:t>ze yourself with these options.</w:t>
      </w:r>
    </w:p>
    <w:p w:rsidR="00CE7392" w:rsidRDefault="00CE7392" w:rsidP="00CE7392">
      <w:pPr>
        <w:pStyle w:val="Heading4"/>
      </w:pPr>
      <w:r>
        <w:t>Questions:</w:t>
      </w:r>
    </w:p>
    <w:p w:rsidR="00CE7392" w:rsidRDefault="001741B6" w:rsidP="00CE7392">
      <w:pPr>
        <w:pStyle w:val="SubStepNum"/>
        <w:spacing w:before="0"/>
      </w:pPr>
      <w:r>
        <w:t xml:space="preserve">You need to connect PCs 1, 2, and 3 to the </w:t>
      </w:r>
      <w:r w:rsidRPr="00DD44A6">
        <w:rPr>
          <w:b/>
        </w:rPr>
        <w:t>East</w:t>
      </w:r>
      <w:r>
        <w:t xml:space="preserve"> router, but you do not have the necessary funds to purchase a new switch. Which module can you use to connect the three PCs to the </w:t>
      </w:r>
      <w:r w:rsidRPr="00DD44A6">
        <w:rPr>
          <w:b/>
        </w:rPr>
        <w:t>East</w:t>
      </w:r>
      <w:r w:rsidR="00CE7392">
        <w:t xml:space="preserve"> router?</w:t>
      </w:r>
    </w:p>
    <w:p w:rsidR="00931B5B" w:rsidRDefault="00931B5B" w:rsidP="00931B5B">
      <w:pPr>
        <w:pStyle w:val="AnswerLineL25"/>
      </w:pPr>
      <w:r w:rsidRPr="00931B5B">
        <w:t>Type your answers here.</w:t>
      </w:r>
    </w:p>
    <w:p w:rsidR="00CE7392" w:rsidRDefault="001741B6" w:rsidP="00CE7392">
      <w:pPr>
        <w:pStyle w:val="SubStepNum"/>
      </w:pPr>
      <w:r>
        <w:t>How many hosts can you connect t</w:t>
      </w:r>
      <w:r w:rsidR="00CE7392">
        <w:t>o the router using this module?</w:t>
      </w:r>
    </w:p>
    <w:p w:rsidR="00931B5B" w:rsidRDefault="00931B5B" w:rsidP="00931B5B">
      <w:pPr>
        <w:pStyle w:val="AnswerLineL25"/>
      </w:pPr>
      <w:r w:rsidRPr="00931B5B">
        <w:t>Type your answers here.</w:t>
      </w:r>
    </w:p>
    <w:p w:rsidR="00CE7392" w:rsidRDefault="001741B6" w:rsidP="00CE7392">
      <w:pPr>
        <w:pStyle w:val="SubStepAlpha"/>
      </w:pPr>
      <w:r>
        <w:t xml:space="preserve">Click </w:t>
      </w:r>
      <w:r w:rsidRPr="00DD44A6">
        <w:rPr>
          <w:b/>
        </w:rPr>
        <w:t>Switch2</w:t>
      </w:r>
      <w:r>
        <w:t>.</w:t>
      </w:r>
    </w:p>
    <w:p w:rsidR="00CE7392" w:rsidRDefault="00CE7392" w:rsidP="00CE7392">
      <w:pPr>
        <w:pStyle w:val="Heading4"/>
      </w:pPr>
      <w:r>
        <w:t>Question:</w:t>
      </w:r>
    </w:p>
    <w:p w:rsidR="00CE7392" w:rsidRDefault="001741B6" w:rsidP="00CE7392">
      <w:pPr>
        <w:pStyle w:val="BodyTextL50"/>
        <w:spacing w:before="0"/>
      </w:pPr>
      <w:r>
        <w:t xml:space="preserve">Which module can you insert to provide a Gigabit optical connection to </w:t>
      </w:r>
      <w:r w:rsidRPr="0010726D">
        <w:rPr>
          <w:b/>
        </w:rPr>
        <w:t>Switch3</w:t>
      </w:r>
      <w:r>
        <w:t>?</w:t>
      </w:r>
    </w:p>
    <w:p w:rsidR="00931B5B" w:rsidRDefault="00931B5B" w:rsidP="00931B5B">
      <w:pPr>
        <w:pStyle w:val="AnswerLineL25"/>
      </w:pPr>
      <w:r w:rsidRPr="00931B5B">
        <w:t>Type your answers here.</w:t>
      </w:r>
    </w:p>
    <w:p w:rsidR="001741B6" w:rsidRDefault="001741B6" w:rsidP="00CE7392">
      <w:pPr>
        <w:pStyle w:val="Heading3"/>
      </w:pPr>
      <w:r>
        <w:t>Add the correct modules and power up devices.</w:t>
      </w:r>
    </w:p>
    <w:p w:rsidR="001741B6" w:rsidRDefault="001741B6" w:rsidP="00CE7392">
      <w:pPr>
        <w:pStyle w:val="SubStepAlpha"/>
      </w:pPr>
      <w:r>
        <w:t>Cl</w:t>
      </w:r>
      <w:r w:rsidRPr="00CE7392">
        <w:t>ic</w:t>
      </w:r>
      <w:r>
        <w:t xml:space="preserve">k </w:t>
      </w:r>
      <w:r w:rsidRPr="00543E07">
        <w:rPr>
          <w:b/>
        </w:rPr>
        <w:t xml:space="preserve">East </w:t>
      </w:r>
      <w:r>
        <w:t xml:space="preserve">and attempt to insert the appropriate module from Step 1a. </w:t>
      </w:r>
      <w:r w:rsidR="0030079C">
        <w:t>Modules are added by clicking</w:t>
      </w:r>
      <w:r>
        <w:t xml:space="preserve"> the module and dragging it to the empty slot on the </w:t>
      </w:r>
      <w:bookmarkStart w:id="1" w:name="_GoBack"/>
      <w:bookmarkEnd w:id="1"/>
      <w:r>
        <w:t>device.</w:t>
      </w:r>
    </w:p>
    <w:p w:rsidR="001741B6" w:rsidRDefault="001741B6" w:rsidP="00F40A58">
      <w:pPr>
        <w:pStyle w:val="BodyTextL50"/>
      </w:pPr>
      <w:r>
        <w:t xml:space="preserve">The </w:t>
      </w:r>
      <w:r w:rsidRPr="00CE7392">
        <w:rPr>
          <w:b/>
        </w:rPr>
        <w:t>Cannot add a module when the power is on</w:t>
      </w:r>
      <w:r w:rsidRPr="00543E07">
        <w:rPr>
          <w:rFonts w:ascii="Courier New" w:hAnsi="Courier New"/>
        </w:rPr>
        <w:t xml:space="preserve"> </w:t>
      </w:r>
      <w:r>
        <w:t xml:space="preserve">message should display. Interfaces for this router model are not hot-swappable. The device must be turned off before adding or removing modules. Click the power switch located to the right of the Cisco logo to turn off </w:t>
      </w:r>
      <w:r w:rsidRPr="00543E07">
        <w:rPr>
          <w:b/>
        </w:rPr>
        <w:t>East</w:t>
      </w:r>
      <w:r>
        <w:t xml:space="preserve">. Insert the appropriate module from Step 1a. When done, click the power switch to power up </w:t>
      </w:r>
      <w:r w:rsidRPr="00543E07">
        <w:rPr>
          <w:b/>
        </w:rPr>
        <w:t>East</w:t>
      </w:r>
      <w:r>
        <w:t>.</w:t>
      </w:r>
    </w:p>
    <w:p w:rsidR="001741B6" w:rsidRDefault="001741B6" w:rsidP="001741B6">
      <w:pPr>
        <w:pStyle w:val="BodyTextL50"/>
      </w:pPr>
      <w:r>
        <w:rPr>
          <w:b/>
        </w:rPr>
        <w:t>Note</w:t>
      </w:r>
      <w:r w:rsidRPr="00CE7392">
        <w:t xml:space="preserve">: </w:t>
      </w:r>
      <w:r>
        <w:t>If you insert the wrong module and need to remove it, drag the module down to its picture in the bottom right corner, and release the mouse button.</w:t>
      </w:r>
    </w:p>
    <w:p w:rsidR="001741B6" w:rsidRDefault="001741B6" w:rsidP="00CE7392">
      <w:pPr>
        <w:pStyle w:val="SubStepAlpha"/>
      </w:pPr>
      <w:r>
        <w:t xml:space="preserve">Using the same procedure, insert the module that you identified in Step 1b into the empty slot farthest to the right in </w:t>
      </w:r>
      <w:r w:rsidRPr="00541899">
        <w:rPr>
          <w:b/>
        </w:rPr>
        <w:t>Switch2</w:t>
      </w:r>
      <w:r>
        <w:t>.</w:t>
      </w:r>
    </w:p>
    <w:p w:rsidR="001741B6" w:rsidRDefault="001741B6" w:rsidP="00CE7392">
      <w:pPr>
        <w:pStyle w:val="SubStepAlpha"/>
      </w:pPr>
      <w:r>
        <w:t xml:space="preserve">Use the </w:t>
      </w:r>
      <w:r w:rsidRPr="0010726D">
        <w:rPr>
          <w:b/>
        </w:rPr>
        <w:t xml:space="preserve">show </w:t>
      </w:r>
      <w:proofErr w:type="spellStart"/>
      <w:r w:rsidRPr="0010726D">
        <w:rPr>
          <w:b/>
        </w:rPr>
        <w:t>ip</w:t>
      </w:r>
      <w:proofErr w:type="spellEnd"/>
      <w:r w:rsidRPr="0010726D">
        <w:rPr>
          <w:b/>
        </w:rPr>
        <w:t xml:space="preserve"> interface brief</w:t>
      </w:r>
      <w:r>
        <w:t xml:space="preserve"> command on </w:t>
      </w:r>
      <w:r w:rsidRPr="00996193">
        <w:rPr>
          <w:b/>
        </w:rPr>
        <w:t>Switch2</w:t>
      </w:r>
      <w:r>
        <w:t xml:space="preserve"> to identify the slot in which the module was placed.</w:t>
      </w:r>
    </w:p>
    <w:p w:rsidR="00CE7392" w:rsidRDefault="00CE7392" w:rsidP="00CE7392">
      <w:pPr>
        <w:pStyle w:val="Heading4"/>
      </w:pPr>
      <w:r>
        <w:t>Question:</w:t>
      </w:r>
    </w:p>
    <w:p w:rsidR="00CE7392" w:rsidRDefault="001741B6" w:rsidP="00CE7392">
      <w:pPr>
        <w:pStyle w:val="BodyTextL50"/>
        <w:spacing w:before="0"/>
      </w:pPr>
      <w:r>
        <w:t>Into which slot was it inserted?</w:t>
      </w:r>
    </w:p>
    <w:p w:rsidR="00931B5B" w:rsidRDefault="00931B5B" w:rsidP="00931B5B">
      <w:pPr>
        <w:pStyle w:val="AnswerLineL25"/>
      </w:pPr>
      <w:r w:rsidRPr="00931B5B">
        <w:t>Type your answers here.</w:t>
      </w:r>
    </w:p>
    <w:p w:rsidR="001741B6" w:rsidRPr="00A60146" w:rsidRDefault="001741B6" w:rsidP="00CE7392">
      <w:pPr>
        <w:pStyle w:val="Heading2"/>
      </w:pPr>
      <w:r>
        <w:lastRenderedPageBreak/>
        <w:t>Connect Devices</w:t>
      </w:r>
    </w:p>
    <w:p w:rsidR="001741B6" w:rsidRDefault="001741B6" w:rsidP="00CE7392">
      <w:pPr>
        <w:pStyle w:val="BodyTextL25"/>
      </w:pPr>
      <w:r>
        <w:t>This may be the first activity you have done where you are required to connect devices. Although you may not know the purpose of the different cable types, use the table below and follow these guidelines to successfully connect all the devices:</w:t>
      </w:r>
    </w:p>
    <w:p w:rsidR="001741B6" w:rsidRDefault="001741B6" w:rsidP="00CE7392">
      <w:pPr>
        <w:pStyle w:val="SubStepAlpha"/>
      </w:pPr>
      <w:r>
        <w:t>Select the appropriate cable type.</w:t>
      </w:r>
    </w:p>
    <w:p w:rsidR="001741B6" w:rsidRDefault="001741B6" w:rsidP="00CE7392">
      <w:pPr>
        <w:pStyle w:val="SubStepAlpha"/>
      </w:pPr>
      <w:r>
        <w:t>Click the first device and select the specified interface.</w:t>
      </w:r>
    </w:p>
    <w:p w:rsidR="001741B6" w:rsidRDefault="001741B6" w:rsidP="00CE7392">
      <w:pPr>
        <w:pStyle w:val="SubStepAlpha"/>
      </w:pPr>
      <w:r>
        <w:t>Click the second device and select the specified interface.</w:t>
      </w:r>
    </w:p>
    <w:p w:rsidR="001741B6" w:rsidRDefault="001741B6" w:rsidP="00CE7392">
      <w:pPr>
        <w:pStyle w:val="SubStepAlpha"/>
      </w:pPr>
      <w:r>
        <w:t>If you have correctly connected two devices, you will see your score increase.</w:t>
      </w:r>
    </w:p>
    <w:p w:rsidR="001741B6" w:rsidRDefault="001741B6" w:rsidP="001741B6">
      <w:pPr>
        <w:pStyle w:val="BodyTextL25"/>
      </w:pPr>
      <w:r>
        <w:rPr>
          <w:b/>
        </w:rPr>
        <w:t>Example</w:t>
      </w:r>
      <w:r w:rsidRPr="007756D2">
        <w:t xml:space="preserve">: </w:t>
      </w:r>
      <w:r>
        <w:t xml:space="preserve">To connect </w:t>
      </w:r>
      <w:r>
        <w:rPr>
          <w:b/>
        </w:rPr>
        <w:t xml:space="preserve">East </w:t>
      </w:r>
      <w:r>
        <w:t xml:space="preserve">to </w:t>
      </w:r>
      <w:r>
        <w:rPr>
          <w:b/>
        </w:rPr>
        <w:t>Switch1</w:t>
      </w:r>
      <w:r>
        <w:t xml:space="preserve">, select the </w:t>
      </w:r>
      <w:r w:rsidRPr="002D7EE3">
        <w:rPr>
          <w:b/>
        </w:rPr>
        <w:t>Copper Straight-Through</w:t>
      </w:r>
      <w:r>
        <w:t xml:space="preserve"> cable type. Click </w:t>
      </w:r>
      <w:r>
        <w:rPr>
          <w:b/>
        </w:rPr>
        <w:t>East</w:t>
      </w:r>
      <w:r>
        <w:t xml:space="preserve"> and choose </w:t>
      </w:r>
      <w:r>
        <w:rPr>
          <w:b/>
        </w:rPr>
        <w:t>GigabitEthernet0/0</w:t>
      </w:r>
      <w:r>
        <w:t xml:space="preserve">. Then, click </w:t>
      </w:r>
      <w:r>
        <w:rPr>
          <w:b/>
        </w:rPr>
        <w:t>Switch1</w:t>
      </w:r>
      <w:r>
        <w:t xml:space="preserve"> and choose </w:t>
      </w:r>
      <w:r>
        <w:rPr>
          <w:b/>
        </w:rPr>
        <w:t>GigabitEthernet0/1</w:t>
      </w:r>
      <w:r>
        <w:t>. Your score should now be 4/55.</w:t>
      </w:r>
    </w:p>
    <w:p w:rsidR="001741B6" w:rsidRPr="00493114" w:rsidRDefault="001741B6" w:rsidP="001741B6">
      <w:pPr>
        <w:pStyle w:val="BodyTextL25"/>
      </w:pPr>
      <w:r>
        <w:rPr>
          <w:b/>
        </w:rPr>
        <w:t>Note</w:t>
      </w:r>
      <w:r w:rsidRPr="005C64A7">
        <w:t>:</w:t>
      </w:r>
      <w:r>
        <w:t xml:space="preserve"> For the purposes of this acti</w:t>
      </w:r>
      <w:r w:rsidR="00DE5F73">
        <w:t>vity, link lights are disabled.</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shows the connections between the devices."/>
      </w:tblPr>
      <w:tblGrid>
        <w:gridCol w:w="1327"/>
        <w:gridCol w:w="1980"/>
        <w:gridCol w:w="2810"/>
        <w:gridCol w:w="1530"/>
        <w:gridCol w:w="2436"/>
      </w:tblGrid>
      <w:tr w:rsidR="001741B6" w:rsidRPr="00C0381C" w:rsidTr="00DE5F73">
        <w:trPr>
          <w:cantSplit/>
          <w:tblHeader/>
          <w:jc w:val="center"/>
        </w:trPr>
        <w:tc>
          <w:tcPr>
            <w:tcW w:w="13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CE7392">
            <w:pPr>
              <w:pStyle w:val="TableHeading"/>
            </w:pPr>
            <w:r w:rsidRPr="00C0381C">
              <w:t>Device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CE7392">
            <w:pPr>
              <w:pStyle w:val="TableHeading"/>
            </w:pPr>
            <w:r w:rsidRPr="00C0381C">
              <w:t>Interface</w:t>
            </w:r>
          </w:p>
        </w:tc>
        <w:tc>
          <w:tcPr>
            <w:tcW w:w="28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CE7392">
            <w:pPr>
              <w:pStyle w:val="TableHeading"/>
            </w:pPr>
            <w:r w:rsidRPr="00C0381C">
              <w:t>Cable Type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CE7392">
            <w:pPr>
              <w:pStyle w:val="TableHeading"/>
            </w:pPr>
            <w:r w:rsidRPr="00C0381C">
              <w:t>Device</w:t>
            </w:r>
          </w:p>
        </w:tc>
        <w:tc>
          <w:tcPr>
            <w:tcW w:w="243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741B6" w:rsidRPr="00C0381C" w:rsidRDefault="001741B6" w:rsidP="00CE7392">
            <w:pPr>
              <w:pStyle w:val="TableHeading"/>
            </w:pPr>
            <w:r w:rsidRPr="00C0381C">
              <w:t>Interface</w:t>
            </w:r>
          </w:p>
        </w:tc>
      </w:tr>
      <w:tr w:rsidR="001741B6" w:rsidTr="00DE5F73">
        <w:trPr>
          <w:cantSplit/>
          <w:jc w:val="center"/>
        </w:trPr>
        <w:tc>
          <w:tcPr>
            <w:tcW w:w="1327" w:type="dxa"/>
            <w:vAlign w:val="center"/>
          </w:tcPr>
          <w:p w:rsidR="001741B6" w:rsidRDefault="001741B6" w:rsidP="00CE7392">
            <w:pPr>
              <w:pStyle w:val="TableText"/>
            </w:pPr>
            <w:r>
              <w:t>East</w:t>
            </w:r>
          </w:p>
        </w:tc>
        <w:tc>
          <w:tcPr>
            <w:tcW w:w="1980" w:type="dxa"/>
            <w:vAlign w:val="center"/>
          </w:tcPr>
          <w:p w:rsidR="001741B6" w:rsidRDefault="001741B6" w:rsidP="00CE7392">
            <w:pPr>
              <w:pStyle w:val="TableText"/>
            </w:pPr>
            <w:r>
              <w:t>GigabitEthernet0/0</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Switch1</w:t>
            </w:r>
          </w:p>
        </w:tc>
        <w:tc>
          <w:tcPr>
            <w:tcW w:w="2436" w:type="dxa"/>
            <w:vAlign w:val="center"/>
          </w:tcPr>
          <w:p w:rsidR="001741B6" w:rsidRDefault="001741B6" w:rsidP="00CE7392">
            <w:pPr>
              <w:pStyle w:val="TableText"/>
            </w:pPr>
            <w:r>
              <w:t>GigabitEthernet0/1</w:t>
            </w:r>
          </w:p>
        </w:tc>
      </w:tr>
      <w:tr w:rsidR="001741B6" w:rsidTr="00DE5F73">
        <w:trPr>
          <w:cantSplit/>
          <w:jc w:val="center"/>
        </w:trPr>
        <w:tc>
          <w:tcPr>
            <w:tcW w:w="1327" w:type="dxa"/>
            <w:vAlign w:val="center"/>
          </w:tcPr>
          <w:p w:rsidR="001741B6" w:rsidRDefault="001741B6" w:rsidP="00CE7392">
            <w:pPr>
              <w:pStyle w:val="TableText"/>
            </w:pPr>
            <w:r>
              <w:t>East</w:t>
            </w:r>
          </w:p>
        </w:tc>
        <w:tc>
          <w:tcPr>
            <w:tcW w:w="1980" w:type="dxa"/>
            <w:vAlign w:val="center"/>
          </w:tcPr>
          <w:p w:rsidR="001741B6" w:rsidRDefault="001741B6" w:rsidP="00CE7392">
            <w:pPr>
              <w:pStyle w:val="TableText"/>
            </w:pPr>
            <w:r>
              <w:t>GigabitEthernet0/1</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Switch4</w:t>
            </w:r>
          </w:p>
        </w:tc>
        <w:tc>
          <w:tcPr>
            <w:tcW w:w="2436" w:type="dxa"/>
            <w:vAlign w:val="center"/>
          </w:tcPr>
          <w:p w:rsidR="001741B6" w:rsidRDefault="001741B6" w:rsidP="00CE7392">
            <w:pPr>
              <w:pStyle w:val="TableText"/>
            </w:pPr>
            <w:r>
              <w:t>GigabitEthernet0/1</w:t>
            </w:r>
          </w:p>
        </w:tc>
      </w:tr>
      <w:tr w:rsidR="001741B6" w:rsidTr="00DE5F73">
        <w:trPr>
          <w:cantSplit/>
          <w:jc w:val="center"/>
        </w:trPr>
        <w:tc>
          <w:tcPr>
            <w:tcW w:w="1327" w:type="dxa"/>
            <w:vAlign w:val="center"/>
          </w:tcPr>
          <w:p w:rsidR="001741B6" w:rsidRDefault="001741B6" w:rsidP="00CE7392">
            <w:pPr>
              <w:pStyle w:val="TableText"/>
            </w:pPr>
            <w:r>
              <w:t>East</w:t>
            </w:r>
          </w:p>
        </w:tc>
        <w:tc>
          <w:tcPr>
            <w:tcW w:w="1980" w:type="dxa"/>
            <w:vAlign w:val="center"/>
          </w:tcPr>
          <w:p w:rsidR="001741B6" w:rsidRDefault="001741B6" w:rsidP="00CE7392">
            <w:pPr>
              <w:pStyle w:val="TableText"/>
            </w:pPr>
            <w:r>
              <w:t>FastEthernet0/1/0</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PC1</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East</w:t>
            </w:r>
          </w:p>
        </w:tc>
        <w:tc>
          <w:tcPr>
            <w:tcW w:w="1980" w:type="dxa"/>
            <w:vAlign w:val="center"/>
          </w:tcPr>
          <w:p w:rsidR="001741B6" w:rsidRDefault="001741B6" w:rsidP="00CE7392">
            <w:pPr>
              <w:pStyle w:val="TableText"/>
            </w:pPr>
            <w:r>
              <w:t>FastEthernet0/1/1</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PC2</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East</w:t>
            </w:r>
          </w:p>
        </w:tc>
        <w:tc>
          <w:tcPr>
            <w:tcW w:w="1980" w:type="dxa"/>
            <w:vAlign w:val="center"/>
          </w:tcPr>
          <w:p w:rsidR="001741B6" w:rsidRDefault="001741B6" w:rsidP="00CE7392">
            <w:pPr>
              <w:pStyle w:val="TableText"/>
            </w:pPr>
            <w:r>
              <w:t>FastEthernet0/1/2</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PC3</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Switch1</w:t>
            </w:r>
          </w:p>
        </w:tc>
        <w:tc>
          <w:tcPr>
            <w:tcW w:w="1980" w:type="dxa"/>
            <w:vAlign w:val="center"/>
          </w:tcPr>
          <w:p w:rsidR="001741B6" w:rsidRDefault="001741B6" w:rsidP="00CE7392">
            <w:pPr>
              <w:pStyle w:val="TableText"/>
            </w:pPr>
            <w:r>
              <w:t>FastEthernet0/1</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PC4</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Switch1</w:t>
            </w:r>
          </w:p>
        </w:tc>
        <w:tc>
          <w:tcPr>
            <w:tcW w:w="1980" w:type="dxa"/>
            <w:vAlign w:val="center"/>
          </w:tcPr>
          <w:p w:rsidR="001741B6" w:rsidRDefault="001741B6" w:rsidP="00CE7392">
            <w:pPr>
              <w:pStyle w:val="TableText"/>
            </w:pPr>
            <w:r>
              <w:t>FastEthernet0/2</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PC5</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Switch1</w:t>
            </w:r>
          </w:p>
        </w:tc>
        <w:tc>
          <w:tcPr>
            <w:tcW w:w="1980" w:type="dxa"/>
            <w:vAlign w:val="center"/>
          </w:tcPr>
          <w:p w:rsidR="001741B6" w:rsidRDefault="001741B6" w:rsidP="00CE7392">
            <w:pPr>
              <w:pStyle w:val="TableText"/>
            </w:pPr>
            <w:r>
              <w:t>FastEthernet0/3</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PC6</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Switch4</w:t>
            </w:r>
          </w:p>
        </w:tc>
        <w:tc>
          <w:tcPr>
            <w:tcW w:w="1980" w:type="dxa"/>
            <w:vAlign w:val="center"/>
          </w:tcPr>
          <w:p w:rsidR="001741B6" w:rsidRDefault="001741B6" w:rsidP="00CE7392">
            <w:pPr>
              <w:pStyle w:val="TableText"/>
            </w:pPr>
            <w:r>
              <w:t>GigabitEthernet0/2</w:t>
            </w:r>
          </w:p>
        </w:tc>
        <w:tc>
          <w:tcPr>
            <w:tcW w:w="2810" w:type="dxa"/>
            <w:vAlign w:val="center"/>
          </w:tcPr>
          <w:p w:rsidR="001741B6" w:rsidRDefault="001741B6" w:rsidP="00CE7392">
            <w:pPr>
              <w:pStyle w:val="TableText"/>
            </w:pPr>
            <w:r>
              <w:t>Copper Cross-Over</w:t>
            </w:r>
          </w:p>
        </w:tc>
        <w:tc>
          <w:tcPr>
            <w:tcW w:w="1530" w:type="dxa"/>
            <w:vAlign w:val="center"/>
          </w:tcPr>
          <w:p w:rsidR="001741B6" w:rsidRDefault="001741B6" w:rsidP="00CE7392">
            <w:pPr>
              <w:pStyle w:val="TableText"/>
            </w:pPr>
            <w:r>
              <w:t>Switch3</w:t>
            </w:r>
          </w:p>
        </w:tc>
        <w:tc>
          <w:tcPr>
            <w:tcW w:w="2436" w:type="dxa"/>
            <w:vAlign w:val="center"/>
          </w:tcPr>
          <w:p w:rsidR="001741B6" w:rsidRDefault="001741B6" w:rsidP="00CE7392">
            <w:pPr>
              <w:pStyle w:val="TableText"/>
            </w:pPr>
            <w:r>
              <w:t>GigabitEthernet3/1</w:t>
            </w:r>
          </w:p>
        </w:tc>
      </w:tr>
      <w:tr w:rsidR="001741B6" w:rsidTr="00DE5F73">
        <w:trPr>
          <w:cantSplit/>
          <w:jc w:val="center"/>
        </w:trPr>
        <w:tc>
          <w:tcPr>
            <w:tcW w:w="1327" w:type="dxa"/>
            <w:vAlign w:val="center"/>
          </w:tcPr>
          <w:p w:rsidR="001741B6" w:rsidRDefault="001741B6" w:rsidP="00CE7392">
            <w:pPr>
              <w:pStyle w:val="TableText"/>
            </w:pPr>
            <w:r>
              <w:t>Switch3</w:t>
            </w:r>
          </w:p>
        </w:tc>
        <w:tc>
          <w:tcPr>
            <w:tcW w:w="1980" w:type="dxa"/>
            <w:vAlign w:val="center"/>
          </w:tcPr>
          <w:p w:rsidR="001741B6" w:rsidRDefault="001741B6" w:rsidP="00CE7392">
            <w:pPr>
              <w:pStyle w:val="TableText"/>
            </w:pPr>
            <w:r>
              <w:t>GigabitEthernet5/1</w:t>
            </w:r>
          </w:p>
        </w:tc>
        <w:tc>
          <w:tcPr>
            <w:tcW w:w="2810" w:type="dxa"/>
            <w:vAlign w:val="center"/>
          </w:tcPr>
          <w:p w:rsidR="001741B6" w:rsidRDefault="001741B6" w:rsidP="00CE7392">
            <w:pPr>
              <w:pStyle w:val="TableText"/>
            </w:pPr>
            <w:r>
              <w:t>Fiber</w:t>
            </w:r>
          </w:p>
        </w:tc>
        <w:tc>
          <w:tcPr>
            <w:tcW w:w="1530" w:type="dxa"/>
            <w:vAlign w:val="center"/>
          </w:tcPr>
          <w:p w:rsidR="001741B6" w:rsidRDefault="001741B6" w:rsidP="00CE7392">
            <w:pPr>
              <w:pStyle w:val="TableText"/>
            </w:pPr>
            <w:r>
              <w:t>Switch2</w:t>
            </w:r>
          </w:p>
        </w:tc>
        <w:tc>
          <w:tcPr>
            <w:tcW w:w="2436" w:type="dxa"/>
            <w:vAlign w:val="center"/>
          </w:tcPr>
          <w:p w:rsidR="001741B6" w:rsidRDefault="001741B6" w:rsidP="00CE7392">
            <w:pPr>
              <w:pStyle w:val="TableText"/>
            </w:pPr>
            <w:r>
              <w:t>GigabitEthernet5/1</w:t>
            </w:r>
          </w:p>
        </w:tc>
      </w:tr>
      <w:tr w:rsidR="001741B6" w:rsidTr="00DE5F73">
        <w:trPr>
          <w:cantSplit/>
          <w:jc w:val="center"/>
        </w:trPr>
        <w:tc>
          <w:tcPr>
            <w:tcW w:w="1327" w:type="dxa"/>
            <w:vAlign w:val="center"/>
          </w:tcPr>
          <w:p w:rsidR="001741B6" w:rsidRDefault="001741B6" w:rsidP="00CE7392">
            <w:pPr>
              <w:pStyle w:val="TableText"/>
            </w:pPr>
            <w:r>
              <w:t>Switch2</w:t>
            </w:r>
          </w:p>
        </w:tc>
        <w:tc>
          <w:tcPr>
            <w:tcW w:w="1980" w:type="dxa"/>
            <w:vAlign w:val="center"/>
          </w:tcPr>
          <w:p w:rsidR="001741B6" w:rsidRDefault="001741B6" w:rsidP="00CE7392">
            <w:pPr>
              <w:pStyle w:val="TableText"/>
            </w:pPr>
            <w:r>
              <w:t>FastEthernet0/1</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PC7</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Switch2</w:t>
            </w:r>
          </w:p>
        </w:tc>
        <w:tc>
          <w:tcPr>
            <w:tcW w:w="1980" w:type="dxa"/>
            <w:vAlign w:val="center"/>
          </w:tcPr>
          <w:p w:rsidR="001741B6" w:rsidRDefault="001741B6" w:rsidP="00CE7392">
            <w:pPr>
              <w:pStyle w:val="TableText"/>
            </w:pPr>
            <w:r>
              <w:t>FastEthernet1/1</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PC8</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Switch2</w:t>
            </w:r>
          </w:p>
        </w:tc>
        <w:tc>
          <w:tcPr>
            <w:tcW w:w="1980" w:type="dxa"/>
            <w:vAlign w:val="center"/>
          </w:tcPr>
          <w:p w:rsidR="001741B6" w:rsidRDefault="001741B6" w:rsidP="00CE7392">
            <w:pPr>
              <w:pStyle w:val="TableText"/>
            </w:pPr>
            <w:r>
              <w:t>FastEthernet2/1</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r>
              <w:t>PC9</w:t>
            </w:r>
          </w:p>
        </w:tc>
        <w:tc>
          <w:tcPr>
            <w:tcW w:w="2436" w:type="dxa"/>
            <w:vAlign w:val="center"/>
          </w:tcPr>
          <w:p w:rsidR="001741B6" w:rsidRDefault="001741B6" w:rsidP="00CE7392">
            <w:pPr>
              <w:pStyle w:val="TableText"/>
            </w:pPr>
            <w:r>
              <w:t>FastEthernet0</w:t>
            </w:r>
          </w:p>
        </w:tc>
      </w:tr>
      <w:tr w:rsidR="001741B6" w:rsidTr="00DE5F73">
        <w:trPr>
          <w:cantSplit/>
          <w:jc w:val="center"/>
        </w:trPr>
        <w:tc>
          <w:tcPr>
            <w:tcW w:w="1327" w:type="dxa"/>
            <w:vAlign w:val="center"/>
          </w:tcPr>
          <w:p w:rsidR="001741B6" w:rsidRDefault="001741B6" w:rsidP="00CE7392">
            <w:pPr>
              <w:pStyle w:val="TableText"/>
            </w:pPr>
            <w:r>
              <w:t>Switch2</w:t>
            </w:r>
          </w:p>
        </w:tc>
        <w:tc>
          <w:tcPr>
            <w:tcW w:w="1980" w:type="dxa"/>
            <w:vAlign w:val="center"/>
          </w:tcPr>
          <w:p w:rsidR="001741B6" w:rsidRDefault="001741B6" w:rsidP="00CE7392">
            <w:pPr>
              <w:pStyle w:val="TableText"/>
            </w:pPr>
            <w:r>
              <w:t>Gigabit3/1</w:t>
            </w:r>
          </w:p>
        </w:tc>
        <w:tc>
          <w:tcPr>
            <w:tcW w:w="2810" w:type="dxa"/>
            <w:vAlign w:val="center"/>
          </w:tcPr>
          <w:p w:rsidR="001741B6" w:rsidRDefault="001741B6" w:rsidP="00CE7392">
            <w:pPr>
              <w:pStyle w:val="TableText"/>
            </w:pPr>
            <w:r>
              <w:t>Copper Straight-Through</w:t>
            </w:r>
          </w:p>
        </w:tc>
        <w:tc>
          <w:tcPr>
            <w:tcW w:w="1530" w:type="dxa"/>
            <w:vAlign w:val="center"/>
          </w:tcPr>
          <w:p w:rsidR="001741B6" w:rsidRDefault="001741B6" w:rsidP="00CE7392">
            <w:pPr>
              <w:pStyle w:val="TableText"/>
            </w:pPr>
            <w:proofErr w:type="spellStart"/>
            <w:r>
              <w:t>AccessPoint</w:t>
            </w:r>
            <w:proofErr w:type="spellEnd"/>
          </w:p>
        </w:tc>
        <w:tc>
          <w:tcPr>
            <w:tcW w:w="2436" w:type="dxa"/>
            <w:vAlign w:val="center"/>
          </w:tcPr>
          <w:p w:rsidR="001741B6" w:rsidRDefault="001741B6" w:rsidP="00CE7392">
            <w:pPr>
              <w:pStyle w:val="TableText"/>
            </w:pPr>
            <w:r>
              <w:t>Port 0</w:t>
            </w:r>
          </w:p>
        </w:tc>
      </w:tr>
      <w:tr w:rsidR="001741B6" w:rsidTr="00DE5F73">
        <w:trPr>
          <w:cantSplit/>
          <w:jc w:val="center"/>
        </w:trPr>
        <w:tc>
          <w:tcPr>
            <w:tcW w:w="1327" w:type="dxa"/>
            <w:vAlign w:val="center"/>
          </w:tcPr>
          <w:p w:rsidR="001741B6" w:rsidRDefault="001741B6" w:rsidP="00CE7392">
            <w:pPr>
              <w:pStyle w:val="TableText"/>
            </w:pPr>
            <w:r>
              <w:t>East</w:t>
            </w:r>
          </w:p>
        </w:tc>
        <w:tc>
          <w:tcPr>
            <w:tcW w:w="1980" w:type="dxa"/>
            <w:vAlign w:val="center"/>
          </w:tcPr>
          <w:p w:rsidR="001741B6" w:rsidRDefault="001741B6" w:rsidP="00CE7392">
            <w:pPr>
              <w:pStyle w:val="TableText"/>
            </w:pPr>
            <w:r>
              <w:t>Serial0/0/0</w:t>
            </w:r>
          </w:p>
        </w:tc>
        <w:tc>
          <w:tcPr>
            <w:tcW w:w="2810" w:type="dxa"/>
            <w:vAlign w:val="center"/>
          </w:tcPr>
          <w:p w:rsidR="001741B6" w:rsidRDefault="001741B6" w:rsidP="00CE7392">
            <w:pPr>
              <w:pStyle w:val="TableText"/>
            </w:pPr>
            <w:r>
              <w:t>Serial DCE</w:t>
            </w:r>
            <w:r>
              <w:br/>
              <w:t>(connect to East first)</w:t>
            </w:r>
          </w:p>
        </w:tc>
        <w:tc>
          <w:tcPr>
            <w:tcW w:w="1530" w:type="dxa"/>
            <w:vAlign w:val="center"/>
          </w:tcPr>
          <w:p w:rsidR="001741B6" w:rsidRDefault="001741B6" w:rsidP="00CE7392">
            <w:pPr>
              <w:pStyle w:val="TableText"/>
            </w:pPr>
            <w:r>
              <w:t>West</w:t>
            </w:r>
          </w:p>
        </w:tc>
        <w:tc>
          <w:tcPr>
            <w:tcW w:w="2436" w:type="dxa"/>
            <w:vAlign w:val="center"/>
          </w:tcPr>
          <w:p w:rsidR="001741B6" w:rsidRDefault="001741B6" w:rsidP="00CE7392">
            <w:pPr>
              <w:pStyle w:val="TableText"/>
            </w:pPr>
            <w:r>
              <w:t>Serial0/0/0</w:t>
            </w:r>
          </w:p>
        </w:tc>
      </w:tr>
    </w:tbl>
    <w:p w:rsidR="001741B6" w:rsidRDefault="001741B6" w:rsidP="00DE5F73">
      <w:pPr>
        <w:pStyle w:val="Heading2"/>
      </w:pPr>
      <w:r>
        <w:t>Check Connectivity</w:t>
      </w:r>
    </w:p>
    <w:p w:rsidR="001741B6" w:rsidRDefault="001741B6" w:rsidP="00DE5F73">
      <w:pPr>
        <w:pStyle w:val="Heading3"/>
      </w:pPr>
      <w:r>
        <w:t>Check the interface status on East.</w:t>
      </w:r>
    </w:p>
    <w:p w:rsidR="001741B6" w:rsidRDefault="001741B6" w:rsidP="00DE5F73">
      <w:pPr>
        <w:pStyle w:val="SubStepAlpha"/>
      </w:pPr>
      <w:r>
        <w:t xml:space="preserve">Click the </w:t>
      </w:r>
      <w:r w:rsidRPr="00E23BDB">
        <w:rPr>
          <w:b/>
        </w:rPr>
        <w:t>CLI</w:t>
      </w:r>
      <w:r>
        <w:t xml:space="preserve"> tab and enter the following commands:</w:t>
      </w:r>
    </w:p>
    <w:p w:rsidR="001741B6" w:rsidRDefault="001741B6" w:rsidP="001741B6">
      <w:pPr>
        <w:pStyle w:val="CMD"/>
      </w:pPr>
      <w:r>
        <w:t xml:space="preserve">East&gt; </w:t>
      </w:r>
      <w:r w:rsidRPr="00E23BDB">
        <w:rPr>
          <w:b/>
        </w:rPr>
        <w:t xml:space="preserve">show </w:t>
      </w:r>
      <w:proofErr w:type="spellStart"/>
      <w:r w:rsidRPr="00E23BDB">
        <w:rPr>
          <w:b/>
        </w:rPr>
        <w:t>ip</w:t>
      </w:r>
      <w:proofErr w:type="spellEnd"/>
      <w:r w:rsidRPr="00E23BDB">
        <w:rPr>
          <w:b/>
        </w:rPr>
        <w:t xml:space="preserve"> interface brief</w:t>
      </w:r>
    </w:p>
    <w:p w:rsidR="001741B6" w:rsidRDefault="001741B6" w:rsidP="001741B6">
      <w:pPr>
        <w:pStyle w:val="BodyTextL50"/>
      </w:pPr>
      <w:r>
        <w:t>Compare the output to the following:</w:t>
      </w:r>
    </w:p>
    <w:p w:rsidR="001741B6" w:rsidRDefault="001741B6" w:rsidP="001741B6">
      <w:pPr>
        <w:pStyle w:val="CMDOutput"/>
      </w:pPr>
      <w:r>
        <w:t xml:space="preserve">Interface              IP-Address      OK? Method Status                Protocol </w:t>
      </w:r>
    </w:p>
    <w:p w:rsidR="001741B6" w:rsidRDefault="001741B6" w:rsidP="001741B6">
      <w:pPr>
        <w:pStyle w:val="CMDOutput"/>
      </w:pPr>
      <w:r>
        <w:t xml:space="preserve">GigabitEthernet0/0     172.30.1.1      YES manual up                    </w:t>
      </w:r>
      <w:proofErr w:type="spellStart"/>
      <w:r>
        <w:t>up</w:t>
      </w:r>
      <w:proofErr w:type="spellEnd"/>
      <w:r>
        <w:t xml:space="preserve"> </w:t>
      </w:r>
    </w:p>
    <w:p w:rsidR="001741B6" w:rsidRDefault="001741B6" w:rsidP="001741B6">
      <w:pPr>
        <w:pStyle w:val="CMDOutput"/>
      </w:pPr>
      <w:r>
        <w:lastRenderedPageBreak/>
        <w:t xml:space="preserve">GigabitEthernet0/1     172.31.1.1      YES manual up                    </w:t>
      </w:r>
      <w:proofErr w:type="spellStart"/>
      <w:r>
        <w:t>up</w:t>
      </w:r>
      <w:proofErr w:type="spellEnd"/>
      <w:r>
        <w:t xml:space="preserve"> </w:t>
      </w:r>
    </w:p>
    <w:p w:rsidR="001741B6" w:rsidRDefault="001741B6" w:rsidP="001741B6">
      <w:pPr>
        <w:pStyle w:val="CMDOutput"/>
      </w:pPr>
      <w:r>
        <w:t xml:space="preserve">Serial0/0/0            10.10.10.1      YES manual up                    </w:t>
      </w:r>
      <w:proofErr w:type="spellStart"/>
      <w:r>
        <w:t>up</w:t>
      </w:r>
      <w:proofErr w:type="spellEnd"/>
      <w:r>
        <w:t xml:space="preserve"> </w:t>
      </w:r>
    </w:p>
    <w:p w:rsidR="001741B6" w:rsidRDefault="001741B6" w:rsidP="001741B6">
      <w:pPr>
        <w:pStyle w:val="CMDOutput"/>
      </w:pPr>
      <w:r>
        <w:t xml:space="preserve">Serial0/0/1            unassigned      YES </w:t>
      </w:r>
      <w:proofErr w:type="gramStart"/>
      <w:r>
        <w:t>unset  down</w:t>
      </w:r>
      <w:proofErr w:type="gramEnd"/>
      <w:r>
        <w:t xml:space="preserve">                  </w:t>
      </w:r>
      <w:proofErr w:type="spellStart"/>
      <w:r>
        <w:t>down</w:t>
      </w:r>
      <w:proofErr w:type="spellEnd"/>
      <w:r>
        <w:t xml:space="preserve"> </w:t>
      </w:r>
    </w:p>
    <w:p w:rsidR="001741B6" w:rsidRDefault="001741B6" w:rsidP="001741B6">
      <w:pPr>
        <w:pStyle w:val="CMDOutput"/>
      </w:pPr>
      <w:r>
        <w:t xml:space="preserve">FastEthernet0/1/0      unassigned      YES </w:t>
      </w:r>
      <w:proofErr w:type="gramStart"/>
      <w:r>
        <w:t>unset  up</w:t>
      </w:r>
      <w:proofErr w:type="gramEnd"/>
      <w:r>
        <w:t xml:space="preserve">                    </w:t>
      </w:r>
      <w:proofErr w:type="spellStart"/>
      <w:r>
        <w:t>up</w:t>
      </w:r>
      <w:proofErr w:type="spellEnd"/>
      <w:r>
        <w:t xml:space="preserve"> </w:t>
      </w:r>
    </w:p>
    <w:p w:rsidR="001741B6" w:rsidRDefault="001741B6" w:rsidP="001741B6">
      <w:pPr>
        <w:pStyle w:val="CMDOutput"/>
      </w:pPr>
      <w:r>
        <w:t xml:space="preserve">FastEthernet0/1/1      unassigned      YES </w:t>
      </w:r>
      <w:proofErr w:type="gramStart"/>
      <w:r>
        <w:t>unset  up</w:t>
      </w:r>
      <w:proofErr w:type="gramEnd"/>
      <w:r>
        <w:t xml:space="preserve">                    </w:t>
      </w:r>
      <w:proofErr w:type="spellStart"/>
      <w:r>
        <w:t>up</w:t>
      </w:r>
      <w:proofErr w:type="spellEnd"/>
      <w:r>
        <w:t xml:space="preserve"> </w:t>
      </w:r>
    </w:p>
    <w:p w:rsidR="001741B6" w:rsidRDefault="001741B6" w:rsidP="001741B6">
      <w:pPr>
        <w:pStyle w:val="CMDOutput"/>
      </w:pPr>
      <w:r>
        <w:t xml:space="preserve">FastEthernet0/1/2      unassigned      YES </w:t>
      </w:r>
      <w:proofErr w:type="gramStart"/>
      <w:r>
        <w:t>unset  up</w:t>
      </w:r>
      <w:proofErr w:type="gramEnd"/>
      <w:r>
        <w:t xml:space="preserve">                    </w:t>
      </w:r>
      <w:proofErr w:type="spellStart"/>
      <w:r>
        <w:t>up</w:t>
      </w:r>
      <w:proofErr w:type="spellEnd"/>
      <w:r>
        <w:t xml:space="preserve"> </w:t>
      </w:r>
    </w:p>
    <w:p w:rsidR="001741B6" w:rsidRDefault="001741B6" w:rsidP="001741B6">
      <w:pPr>
        <w:pStyle w:val="CMDOutput"/>
      </w:pPr>
      <w:r>
        <w:t xml:space="preserve">FastEthernet0/1/3      unassigned      YES </w:t>
      </w:r>
      <w:proofErr w:type="gramStart"/>
      <w:r>
        <w:t>unset  up</w:t>
      </w:r>
      <w:proofErr w:type="gramEnd"/>
      <w:r>
        <w:t xml:space="preserve">                    down </w:t>
      </w:r>
    </w:p>
    <w:p w:rsidR="001741B6" w:rsidRDefault="001741B6" w:rsidP="001741B6">
      <w:pPr>
        <w:pStyle w:val="CMDOutput"/>
      </w:pPr>
      <w:r>
        <w:t xml:space="preserve">Vlan1                  172.29.1.1      YES manual up                    </w:t>
      </w:r>
      <w:proofErr w:type="spellStart"/>
      <w:r>
        <w:t>up</w:t>
      </w:r>
      <w:proofErr w:type="spellEnd"/>
    </w:p>
    <w:p w:rsidR="001741B6" w:rsidRDefault="001741B6" w:rsidP="001741B6">
      <w:pPr>
        <w:pStyle w:val="BodyTextL50"/>
      </w:pPr>
      <w:r>
        <w:t>If all of the cabling is correct the outputs should match.</w:t>
      </w:r>
    </w:p>
    <w:p w:rsidR="006A6403" w:rsidRDefault="006A6403" w:rsidP="006A6403">
      <w:pPr>
        <w:pStyle w:val="ConfigWindow"/>
      </w:pPr>
      <w:r>
        <w:t>Close the configuration window</w:t>
      </w:r>
    </w:p>
    <w:p w:rsidR="001741B6" w:rsidRDefault="001741B6" w:rsidP="00DE5F73">
      <w:pPr>
        <w:pStyle w:val="Heading3"/>
      </w:pPr>
      <w:r>
        <w:t xml:space="preserve">Connect wireless devices, Laptop and </w:t>
      </w:r>
      <w:proofErr w:type="spellStart"/>
      <w:r>
        <w:t>TabletPC</w:t>
      </w:r>
      <w:proofErr w:type="spellEnd"/>
      <w:r>
        <w:t>.</w:t>
      </w:r>
    </w:p>
    <w:p w:rsidR="001741B6" w:rsidRDefault="001741B6" w:rsidP="00DE5F73">
      <w:pPr>
        <w:pStyle w:val="SubStepAlpha"/>
      </w:pPr>
      <w:r>
        <w:t xml:space="preserve">Click the Laptop and select the </w:t>
      </w:r>
      <w:r w:rsidRPr="009D4AE2">
        <w:rPr>
          <w:b/>
        </w:rPr>
        <w:t>Config</w:t>
      </w:r>
      <w:r>
        <w:t xml:space="preserve"> Tab. Select the </w:t>
      </w:r>
      <w:r w:rsidRPr="00DE6A3E">
        <w:rPr>
          <w:b/>
        </w:rPr>
        <w:t>Wireless0</w:t>
      </w:r>
      <w:r>
        <w:t xml:space="preserve"> interface. Put a check in the box labeled </w:t>
      </w:r>
      <w:proofErr w:type="gramStart"/>
      <w:r w:rsidRPr="00DE6A3E">
        <w:rPr>
          <w:b/>
        </w:rPr>
        <w:t>On</w:t>
      </w:r>
      <w:proofErr w:type="gramEnd"/>
      <w:r>
        <w:t xml:space="preserve"> next to Port Status. Within a few seconds the wireless connection should appear. </w:t>
      </w:r>
    </w:p>
    <w:p w:rsidR="001741B6" w:rsidRDefault="001741B6" w:rsidP="00DE5F73">
      <w:pPr>
        <w:pStyle w:val="SubStepAlpha"/>
      </w:pPr>
      <w:r>
        <w:t xml:space="preserve">Click the </w:t>
      </w:r>
      <w:r w:rsidRPr="00DE6A3E">
        <w:rPr>
          <w:b/>
        </w:rPr>
        <w:t>Desktop</w:t>
      </w:r>
      <w:r>
        <w:t xml:space="preserve"> tab of the </w:t>
      </w:r>
      <w:r>
        <w:rPr>
          <w:b/>
        </w:rPr>
        <w:t>Laptop</w:t>
      </w:r>
      <w:r>
        <w:t xml:space="preserve">. Click on the </w:t>
      </w:r>
      <w:r>
        <w:rPr>
          <w:b/>
        </w:rPr>
        <w:t>Web Browser</w:t>
      </w:r>
      <w:r>
        <w:t xml:space="preserve"> icon to launch the web browser. Enter </w:t>
      </w:r>
      <w:r w:rsidRPr="006A6403">
        <w:rPr>
          <w:b/>
        </w:rPr>
        <w:t>www.cisco.pka</w:t>
      </w:r>
      <w:r>
        <w:t xml:space="preserve"> in the URL box and click </w:t>
      </w:r>
      <w:r>
        <w:rPr>
          <w:b/>
        </w:rPr>
        <w:t>Go</w:t>
      </w:r>
      <w:r>
        <w:t xml:space="preserve">. The page should display </w:t>
      </w:r>
      <w:r w:rsidRPr="009D4AE2">
        <w:rPr>
          <w:b/>
        </w:rPr>
        <w:t>Cisco Packet Tracer</w:t>
      </w:r>
      <w:r>
        <w:t>.</w:t>
      </w:r>
    </w:p>
    <w:p w:rsidR="001741B6" w:rsidRDefault="001741B6" w:rsidP="00DE5F73">
      <w:pPr>
        <w:pStyle w:val="SubStepAlpha"/>
      </w:pPr>
      <w:r>
        <w:t xml:space="preserve">Click the </w:t>
      </w:r>
      <w:proofErr w:type="spellStart"/>
      <w:r>
        <w:t>TabletPC</w:t>
      </w:r>
      <w:proofErr w:type="spellEnd"/>
      <w:r>
        <w:t xml:space="preserve"> and select the </w:t>
      </w:r>
      <w:r w:rsidRPr="009D4AE2">
        <w:rPr>
          <w:b/>
        </w:rPr>
        <w:t>Config</w:t>
      </w:r>
      <w:r>
        <w:t xml:space="preserve"> Tab. Select the </w:t>
      </w:r>
      <w:r w:rsidRPr="00DE6A3E">
        <w:rPr>
          <w:b/>
        </w:rPr>
        <w:t>Wireless0</w:t>
      </w:r>
      <w:r>
        <w:t xml:space="preserve"> interface. Put a check in the box labeled </w:t>
      </w:r>
      <w:proofErr w:type="gramStart"/>
      <w:r w:rsidRPr="00DE6A3E">
        <w:rPr>
          <w:b/>
        </w:rPr>
        <w:t>On</w:t>
      </w:r>
      <w:proofErr w:type="gramEnd"/>
      <w:r>
        <w:t xml:space="preserve"> next to Port Status. Within a few seconds the wireless connection should appear.</w:t>
      </w:r>
    </w:p>
    <w:p w:rsidR="001741B6" w:rsidRDefault="001741B6" w:rsidP="00DE5F73">
      <w:pPr>
        <w:pStyle w:val="SubStepAlpha"/>
      </w:pPr>
      <w:r>
        <w:t>Repeat the steps in Step 2b to verify the page displays.</w:t>
      </w:r>
    </w:p>
    <w:p w:rsidR="001741B6" w:rsidRDefault="001741B6" w:rsidP="00DE5F73">
      <w:pPr>
        <w:pStyle w:val="Heading3"/>
      </w:pPr>
      <w:r>
        <w:t>Change the</w:t>
      </w:r>
      <w:r w:rsidR="007756D2">
        <w:t xml:space="preserve"> access method of the </w:t>
      </w:r>
      <w:proofErr w:type="spellStart"/>
      <w:r w:rsidR="007756D2">
        <w:t>TabletPC</w:t>
      </w:r>
      <w:proofErr w:type="spellEnd"/>
      <w:r w:rsidR="007756D2">
        <w:t>.</w:t>
      </w:r>
    </w:p>
    <w:p w:rsidR="001741B6" w:rsidRDefault="001741B6" w:rsidP="00DE5F73">
      <w:pPr>
        <w:pStyle w:val="SubStepAlpha"/>
      </w:pPr>
      <w:r>
        <w:t xml:space="preserve">Click the </w:t>
      </w:r>
      <w:proofErr w:type="spellStart"/>
      <w:r>
        <w:t>TabletPC</w:t>
      </w:r>
      <w:proofErr w:type="spellEnd"/>
      <w:r>
        <w:t xml:space="preserve"> and select the </w:t>
      </w:r>
      <w:r w:rsidRPr="009D4AE2">
        <w:rPr>
          <w:b/>
        </w:rPr>
        <w:t>Config</w:t>
      </w:r>
      <w:r>
        <w:t xml:space="preserve"> Tab. Select the </w:t>
      </w:r>
      <w:r w:rsidRPr="00DE6A3E">
        <w:rPr>
          <w:b/>
        </w:rPr>
        <w:t>Wireless0</w:t>
      </w:r>
      <w:r>
        <w:t xml:space="preserve"> interface. Uncheck the box labeled </w:t>
      </w:r>
      <w:proofErr w:type="gramStart"/>
      <w:r w:rsidRPr="00DE6A3E">
        <w:rPr>
          <w:b/>
        </w:rPr>
        <w:t>On</w:t>
      </w:r>
      <w:proofErr w:type="gramEnd"/>
      <w:r>
        <w:t xml:space="preserve"> next to Port Status. It should now be clear and the wireless connection will drop.</w:t>
      </w:r>
    </w:p>
    <w:p w:rsidR="001741B6" w:rsidRDefault="001741B6" w:rsidP="00DE5F73">
      <w:pPr>
        <w:pStyle w:val="SubStepAlpha"/>
      </w:pPr>
      <w:r>
        <w:t xml:space="preserve">Click the </w:t>
      </w:r>
      <w:r>
        <w:rPr>
          <w:b/>
        </w:rPr>
        <w:t>3G/4G Cell1</w:t>
      </w:r>
      <w:r>
        <w:t xml:space="preserve"> interface. Put a check in the box labeled </w:t>
      </w:r>
      <w:proofErr w:type="gramStart"/>
      <w:r w:rsidRPr="00DE6A3E">
        <w:rPr>
          <w:b/>
        </w:rPr>
        <w:t>On</w:t>
      </w:r>
      <w:proofErr w:type="gramEnd"/>
      <w:r>
        <w:t xml:space="preserve"> next to Port Status. Within a few seconds the cellular connection should appear.</w:t>
      </w:r>
    </w:p>
    <w:p w:rsidR="001741B6" w:rsidRDefault="001741B6" w:rsidP="00DE5F73">
      <w:pPr>
        <w:pStyle w:val="SubStepAlpha"/>
      </w:pPr>
      <w:r>
        <w:t>Repeat the process of verifying web access.</w:t>
      </w:r>
    </w:p>
    <w:p w:rsidR="001741B6" w:rsidRDefault="001741B6" w:rsidP="001741B6">
      <w:pPr>
        <w:pStyle w:val="BodyTextL25"/>
      </w:pPr>
      <w:r>
        <w:rPr>
          <w:b/>
        </w:rPr>
        <w:t>Note</w:t>
      </w:r>
      <w:r w:rsidRPr="00DE5F73">
        <w:t xml:space="preserve">: </w:t>
      </w:r>
      <w:r>
        <w:t>You should not have both the wireless0 interface and 3G/4G Cell1 interfaces active at the same time. This may cause confusion to the device when attempting to connect to some resources.</w:t>
      </w:r>
    </w:p>
    <w:p w:rsidR="001741B6" w:rsidRDefault="006A6403" w:rsidP="00DE5F73">
      <w:pPr>
        <w:pStyle w:val="Heading3"/>
      </w:pPr>
      <w:r>
        <w:t>C</w:t>
      </w:r>
      <w:r w:rsidR="001741B6">
        <w:t>heck connectivity of the other PCs.</w:t>
      </w:r>
    </w:p>
    <w:p w:rsidR="001741B6" w:rsidRPr="0077494D" w:rsidRDefault="001741B6" w:rsidP="001741B6">
      <w:pPr>
        <w:pStyle w:val="BodyTextL25"/>
      </w:pPr>
      <w:r>
        <w:t>All of the PCs should have connectivity to the web site and each other. You will learn to use connectivity testing in many upcoming labs.</w:t>
      </w:r>
    </w:p>
    <w:p w:rsidR="00C162C0" w:rsidRPr="004E3344" w:rsidRDefault="00A35DFA" w:rsidP="004E3344">
      <w:pPr>
        <w:pStyle w:val="ConfigWindow"/>
        <w:rPr>
          <w:rStyle w:val="DevConfigGray"/>
          <w:rFonts w:ascii="Arial" w:hAnsi="Arial"/>
          <w:color w:val="8064A2" w:themeColor="accent4"/>
          <w:shd w:val="clear" w:color="auto" w:fill="auto"/>
        </w:rPr>
      </w:pPr>
      <w:r>
        <w:t>End of Document</w:t>
      </w:r>
      <w:bookmarkEnd w:id="0"/>
    </w:p>
    <w:sectPr w:rsidR="00C162C0" w:rsidRPr="004E3344"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5C24" w:rsidRDefault="00FC5C24" w:rsidP="00710659">
      <w:pPr>
        <w:spacing w:after="0" w:line="240" w:lineRule="auto"/>
      </w:pPr>
      <w:r>
        <w:separator/>
      </w:r>
    </w:p>
    <w:p w:rsidR="00FC5C24" w:rsidRDefault="00FC5C24"/>
  </w:endnote>
  <w:endnote w:type="continuationSeparator" w:id="0">
    <w:p w:rsidR="00FC5C24" w:rsidRDefault="00FC5C24" w:rsidP="00710659">
      <w:pPr>
        <w:spacing w:after="0" w:line="240" w:lineRule="auto"/>
      </w:pPr>
      <w:r>
        <w:continuationSeparator/>
      </w:r>
    </w:p>
    <w:p w:rsidR="00FC5C24" w:rsidRDefault="00FC5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5BA" w:rsidRPr="00CE7392" w:rsidRDefault="008E00D5" w:rsidP="00CE7392">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AB6D0B">
          <w:t>2019</w:t>
        </w:r>
      </w:sdtContent>
    </w:sdt>
    <w:r>
      <w:t xml:space="preserve"> - </w:t>
    </w:r>
    <w:r>
      <w:fldChar w:fldCharType="begin"/>
    </w:r>
    <w:r>
      <w:instrText xml:space="preserve"> SAVEDATE  \@ "yyyy"  \* MERGEFORMAT </w:instrText>
    </w:r>
    <w:r>
      <w:fldChar w:fldCharType="separate"/>
    </w:r>
    <w:r w:rsidR="00931B5B">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07A97">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07A97">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35BA" w:rsidRPr="004C59D0" w:rsidRDefault="00882B63" w:rsidP="004C59D0">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B6D0B">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31B5B">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07A9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07A97">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5C24" w:rsidRDefault="00FC5C24" w:rsidP="00710659">
      <w:pPr>
        <w:spacing w:after="0" w:line="240" w:lineRule="auto"/>
      </w:pPr>
      <w:r>
        <w:separator/>
      </w:r>
    </w:p>
    <w:p w:rsidR="00FC5C24" w:rsidRDefault="00FC5C24"/>
  </w:footnote>
  <w:footnote w:type="continuationSeparator" w:id="0">
    <w:p w:rsidR="00FC5C24" w:rsidRDefault="00FC5C24" w:rsidP="00710659">
      <w:pPr>
        <w:spacing w:after="0" w:line="240" w:lineRule="auto"/>
      </w:pPr>
      <w:r>
        <w:continuationSeparator/>
      </w:r>
    </w:p>
    <w:p w:rsidR="00FC5C24" w:rsidRDefault="00FC5C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EF144F220F04467A57F845F947B3549"/>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1741B6" w:rsidP="008402F2">
        <w:pPr>
          <w:pStyle w:val="PageHead"/>
        </w:pPr>
        <w:r>
          <w:t>Packet Tracer - Connect the Physical Layer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5A6A050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92748EC"/>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AB4"/>
    <w:rsid w:val="00001BDF"/>
    <w:rsid w:val="0000380F"/>
    <w:rsid w:val="00004175"/>
    <w:rsid w:val="000059C9"/>
    <w:rsid w:val="00012C22"/>
    <w:rsid w:val="000135BA"/>
    <w:rsid w:val="000160F7"/>
    <w:rsid w:val="00016D5B"/>
    <w:rsid w:val="00016F30"/>
    <w:rsid w:val="0002047C"/>
    <w:rsid w:val="00021B9A"/>
    <w:rsid w:val="000242D6"/>
    <w:rsid w:val="00024EE5"/>
    <w:rsid w:val="00041AF6"/>
    <w:rsid w:val="00044E62"/>
    <w:rsid w:val="00046C78"/>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0AB4"/>
    <w:rsid w:val="000A22C8"/>
    <w:rsid w:val="000B2344"/>
    <w:rsid w:val="000B2F57"/>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41B6"/>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A799C"/>
    <w:rsid w:val="002C04C4"/>
    <w:rsid w:val="002C090C"/>
    <w:rsid w:val="002C1243"/>
    <w:rsid w:val="002C1815"/>
    <w:rsid w:val="002C475E"/>
    <w:rsid w:val="002C6AD6"/>
    <w:rsid w:val="002D0666"/>
    <w:rsid w:val="002D6C2A"/>
    <w:rsid w:val="002D7A86"/>
    <w:rsid w:val="002F45FF"/>
    <w:rsid w:val="002F66D3"/>
    <w:rsid w:val="002F6D17"/>
    <w:rsid w:val="0030079C"/>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2BB8"/>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C59D0"/>
    <w:rsid w:val="004D01F2"/>
    <w:rsid w:val="004D2CED"/>
    <w:rsid w:val="004D3339"/>
    <w:rsid w:val="004D353F"/>
    <w:rsid w:val="004D36D7"/>
    <w:rsid w:val="004D682B"/>
    <w:rsid w:val="004E3344"/>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87FDF"/>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6403"/>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6D2"/>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E7A57"/>
    <w:rsid w:val="007F0A0B"/>
    <w:rsid w:val="007F3A60"/>
    <w:rsid w:val="007F3D0B"/>
    <w:rsid w:val="007F7C94"/>
    <w:rsid w:val="00802FFA"/>
    <w:rsid w:val="00810E4B"/>
    <w:rsid w:val="00814BAA"/>
    <w:rsid w:val="00816F0C"/>
    <w:rsid w:val="0082211C"/>
    <w:rsid w:val="00824295"/>
    <w:rsid w:val="008258F4"/>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1B5B"/>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5DFA"/>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6D0B"/>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E7392"/>
    <w:rsid w:val="00CF0DA5"/>
    <w:rsid w:val="00CF5D31"/>
    <w:rsid w:val="00CF5F3B"/>
    <w:rsid w:val="00CF7733"/>
    <w:rsid w:val="00CF791A"/>
    <w:rsid w:val="00D00513"/>
    <w:rsid w:val="00D00D7D"/>
    <w:rsid w:val="00D030AE"/>
    <w:rsid w:val="00D07A97"/>
    <w:rsid w:val="00D139C8"/>
    <w:rsid w:val="00D17AE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2837"/>
    <w:rsid w:val="00D84BDA"/>
    <w:rsid w:val="00D85D6C"/>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5F73"/>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0A58"/>
    <w:rsid w:val="00F4135D"/>
    <w:rsid w:val="00F41F1B"/>
    <w:rsid w:val="00F46BD9"/>
    <w:rsid w:val="00F57B2A"/>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5C24"/>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BA1ED"/>
  <w15:docId w15:val="{5F90A961-6800-4D36-9F67-48BEE35CA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1741B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741B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1741B6"/>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741B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82837"/>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31B5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931B5B"/>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82837"/>
    <w:pPr>
      <w:spacing w:before="0" w:after="0"/>
    </w:pPr>
    <w:rPr>
      <w:i/>
      <w:color w:val="FFFFFF" w:themeColor="background1"/>
      <w:sz w:val="6"/>
    </w:rPr>
  </w:style>
  <w:style w:type="paragraph" w:customStyle="1" w:styleId="SubStepAlpha">
    <w:name w:val="SubStep Alpha"/>
    <w:basedOn w:val="BodyTextL25"/>
    <w:qFormat/>
    <w:rsid w:val="001741B6"/>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1741B6"/>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741B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82837"/>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0A0AB4"/>
    <w:rPr>
      <w:b/>
      <w:sz w:val="32"/>
    </w:rPr>
  </w:style>
  <w:style w:type="character" w:styleId="Hyperlink">
    <w:name w:val="Hyperlink"/>
    <w:basedOn w:val="DefaultParagraphFont"/>
    <w:uiPriority w:val="99"/>
    <w:unhideWhenUsed/>
    <w:rsid w:val="000A0AB4"/>
    <w:rPr>
      <w:color w:val="0000FF" w:themeColor="hyperlink"/>
      <w:u w:val="single"/>
    </w:rPr>
  </w:style>
  <w:style w:type="paragraph" w:styleId="ListParagraph">
    <w:name w:val="List Paragraph"/>
    <w:basedOn w:val="Normal"/>
    <w:uiPriority w:val="34"/>
    <w:qFormat/>
    <w:rsid w:val="000A0A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F144F220F04467A57F845F947B3549"/>
        <w:category>
          <w:name w:val="General"/>
          <w:gallery w:val="placeholder"/>
        </w:category>
        <w:types>
          <w:type w:val="bbPlcHdr"/>
        </w:types>
        <w:behaviors>
          <w:behavior w:val="content"/>
        </w:behaviors>
        <w:guid w:val="{E0D4F626-108C-4EAD-9293-A5CA0B8D9B01}"/>
      </w:docPartPr>
      <w:docPartBody>
        <w:p w:rsidR="00E11584" w:rsidRDefault="002F2FFA">
          <w:pPr>
            <w:pStyle w:val="9EF144F220F04467A57F845F947B354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FFA"/>
    <w:rsid w:val="002F2FFA"/>
    <w:rsid w:val="00363E2C"/>
    <w:rsid w:val="00707BCC"/>
    <w:rsid w:val="00E11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EF144F220F04467A57F845F947B3549">
    <w:name w:val="9EF144F220F04467A57F845F947B35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58B1BF-8A2C-4616-95D7-B8126424D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4</Pages>
  <Words>1283</Words>
  <Characters>7316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Packet Tracer - Connect the Physical Layer</vt:lpstr>
    </vt:vector>
  </TitlesOfParts>
  <Company>Cisco Systems, Inc.</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Connect the Physical Layer</dc:title>
  <dc:creator>SP</dc:creator>
  <dc:description>2019</dc:description>
  <cp:lastModifiedBy>DH</cp:lastModifiedBy>
  <cp:revision>2</cp:revision>
  <dcterms:created xsi:type="dcterms:W3CDTF">2019-11-25T22:13:00Z</dcterms:created>
  <dcterms:modified xsi:type="dcterms:W3CDTF">2019-11-25T22:13:00Z</dcterms:modified>
</cp:coreProperties>
</file>